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40291" w14:textId="77777777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29034BF8" w14:textId="77777777"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14:paraId="7E863405" w14:textId="77777777"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14:paraId="7D86963A" w14:textId="77777777" w:rsidR="00D20149" w:rsidRPr="00950B62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sdt>
      <w:sdtPr>
        <w:rPr>
          <w:b/>
          <w:bCs/>
          <w:sz w:val="36"/>
          <w:szCs w:val="36"/>
          <w:lang w:val="en-US"/>
        </w:rPr>
        <w:alias w:val="Projekt"/>
        <w:tag w:val="Projekt"/>
        <w:id w:val="-324589082"/>
        <w:placeholder>
          <w:docPart w:val="D610FF5FC41D4B1BBD75A4D1D9B5A070"/>
        </w:placeholder>
      </w:sdtPr>
      <w:sdtEndPr>
        <w:rPr>
          <w:sz w:val="48"/>
          <w:szCs w:val="48"/>
        </w:rPr>
      </w:sdtEndPr>
      <w:sdtContent>
        <w:p w14:paraId="2F3E3D5C" w14:textId="77777777" w:rsidR="00D20149" w:rsidRPr="00950B62" w:rsidRDefault="00886927" w:rsidP="009A38BA">
          <w:pPr>
            <w:jc w:val="center"/>
            <w:rPr>
              <w:color w:val="808080"/>
              <w:lang w:val="en-US"/>
            </w:rPr>
          </w:pPr>
          <w:r>
            <w:rPr>
              <w:b/>
              <w:bCs/>
              <w:sz w:val="36"/>
              <w:szCs w:val="36"/>
              <w:lang w:val="en-US"/>
            </w:rPr>
            <w:t xml:space="preserve">C64 </w:t>
          </w:r>
          <w:r w:rsidRPr="00886927">
            <w:rPr>
              <w:b/>
              <w:bCs/>
              <w:sz w:val="36"/>
              <w:szCs w:val="36"/>
              <w:lang w:val="en-US"/>
            </w:rPr>
            <w:t>CHARSET-Adaptor/Switch</w:t>
          </w:r>
        </w:p>
      </w:sdtContent>
    </w:sdt>
    <w:p w14:paraId="01C4C9DE" w14:textId="77777777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886927">
        <w:rPr>
          <w:sz w:val="36"/>
          <w:szCs w:val="36"/>
          <w:lang w:val="en-US"/>
        </w:rPr>
        <w:t>126</w:t>
      </w:r>
    </w:p>
    <w:p w14:paraId="7580FC26" w14:textId="2DAE7CB4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B201B2">
        <w:rPr>
          <w:sz w:val="36"/>
          <w:szCs w:val="36"/>
          <w:lang w:val="en-US"/>
        </w:rPr>
        <w:t>1</w:t>
      </w:r>
    </w:p>
    <w:p w14:paraId="705627FA" w14:textId="7F1A6A32"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886927">
        <w:rPr>
          <w:sz w:val="36"/>
          <w:szCs w:val="36"/>
          <w:lang w:val="en-US"/>
        </w:rPr>
        <w:t>15.0</w:t>
      </w:r>
      <w:r w:rsidR="00B201B2">
        <w:rPr>
          <w:sz w:val="36"/>
          <w:szCs w:val="36"/>
          <w:lang w:val="en-US"/>
        </w:rPr>
        <w:t>2</w:t>
      </w:r>
      <w:r w:rsidR="00886927">
        <w:rPr>
          <w:sz w:val="36"/>
          <w:szCs w:val="36"/>
          <w:lang w:val="en-US"/>
        </w:rPr>
        <w:t>.20</w:t>
      </w:r>
      <w:r w:rsidR="00B201B2">
        <w:rPr>
          <w:sz w:val="36"/>
          <w:szCs w:val="36"/>
          <w:lang w:val="en-US"/>
        </w:rPr>
        <w:t>21</w:t>
      </w:r>
    </w:p>
    <w:p w14:paraId="3448A16D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616592F6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10C3C255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4102FDFC" w14:textId="77777777" w:rsidR="009A38BA" w:rsidRPr="00950B62" w:rsidRDefault="006352B3" w:rsidP="00D20149">
      <w:pPr>
        <w:jc w:val="center"/>
        <w:rPr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inline distT="0" distB="0" distL="0" distR="0" wp14:anchorId="297CAAAB" wp14:editId="2EAC38BD">
            <wp:extent cx="2798064" cy="2676144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66_-_Pinn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8064" cy="267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694D9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05191CAE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2F6DFC81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27"/>
    <w:rsid w:val="00394953"/>
    <w:rsid w:val="006352B3"/>
    <w:rsid w:val="0070552A"/>
    <w:rsid w:val="007D5C22"/>
    <w:rsid w:val="00886927"/>
    <w:rsid w:val="00923FE4"/>
    <w:rsid w:val="00950B62"/>
    <w:rsid w:val="009A38BA"/>
    <w:rsid w:val="00B201B2"/>
    <w:rsid w:val="00B510DA"/>
    <w:rsid w:val="00D20149"/>
    <w:rsid w:val="00D34CBC"/>
    <w:rsid w:val="00EA3C1A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75BA"/>
  <w15:chartTrackingRefBased/>
  <w15:docId w15:val="{418144EC-7B17-470E-BC67-C34EA54C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610FF5FC41D4B1BBD75A4D1D9B5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D455DC-83F9-4F0D-91B8-0E12A76829B3}"/>
      </w:docPartPr>
      <w:docPartBody>
        <w:p w:rsidR="009602B3" w:rsidRDefault="009602B3">
          <w:pPr>
            <w:pStyle w:val="D610FF5FC41D4B1BBD75A4D1D9B5A070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B3"/>
    <w:rsid w:val="0096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610FF5FC41D4B1BBD75A4D1D9B5A070">
    <w:name w:val="D610FF5FC41D4B1BBD75A4D1D9B5A0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BB4B-089C-4F07-8459-7A353CE0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3</cp:revision>
  <dcterms:created xsi:type="dcterms:W3CDTF">2019-06-15T13:07:00Z</dcterms:created>
  <dcterms:modified xsi:type="dcterms:W3CDTF">2021-02-15T10:23:00Z</dcterms:modified>
</cp:coreProperties>
</file>